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1A130998" w:rsidR="00454CDE" w:rsidRPr="00713EC9" w:rsidRDefault="007326B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7EDBC622" w:rsidR="00454CDE" w:rsidRPr="007326B9" w:rsidRDefault="005A2287" w:rsidP="005A2287">
      <w:pPr>
        <w:ind w:left="3600"/>
        <w:rPr>
          <w:b/>
          <w:lang w:val="bg-BG"/>
        </w:rPr>
      </w:pPr>
      <w:r w:rsidRPr="007326B9">
        <w:rPr>
          <w:b/>
          <w:lang w:val="bg-BG"/>
        </w:rPr>
        <w:t xml:space="preserve">   </w:t>
      </w:r>
      <w:r w:rsidR="00454CDE" w:rsidRPr="007326B9">
        <w:rPr>
          <w:b/>
          <w:lang w:val="bg-BG"/>
        </w:rPr>
        <w:t>№</w:t>
      </w:r>
      <w:r w:rsidR="007326B9" w:rsidRPr="007326B9">
        <w:rPr>
          <w:b/>
          <w:lang w:val="bg-BG"/>
        </w:rPr>
        <w:t>ПО-09-3164-3</w:t>
      </w:r>
    </w:p>
    <w:p w14:paraId="3795E67F" w14:textId="4FC9D52D" w:rsidR="00454CDE" w:rsidRPr="007326B9" w:rsidRDefault="00454CDE" w:rsidP="00BE4052">
      <w:pPr>
        <w:ind w:left="2880" w:firstLine="720"/>
        <w:rPr>
          <w:b/>
          <w:lang w:val="bg-BG"/>
        </w:rPr>
      </w:pPr>
      <w:r w:rsidRPr="007326B9">
        <w:rPr>
          <w:b/>
          <w:lang w:val="bg-BG"/>
        </w:rPr>
        <w:t>София,</w:t>
      </w:r>
      <w:r w:rsidR="007326B9" w:rsidRPr="007326B9">
        <w:rPr>
          <w:b/>
          <w:lang w:val="bg-BG"/>
        </w:rPr>
        <w:t>28.09.</w:t>
      </w:r>
      <w:r w:rsidR="0023186B" w:rsidRPr="007326B9">
        <w:rPr>
          <w:b/>
          <w:lang w:val="bg-BG"/>
        </w:rPr>
        <w:t>20</w:t>
      </w:r>
      <w:r w:rsidR="005A5B96" w:rsidRPr="007326B9">
        <w:rPr>
          <w:b/>
          <w:lang w:val="bg-BG"/>
        </w:rPr>
        <w:t>2</w:t>
      </w:r>
      <w:r w:rsidR="00CC444F" w:rsidRPr="007326B9">
        <w:rPr>
          <w:b/>
          <w:lang w:val="bg-BG"/>
        </w:rPr>
        <w:t>2</w:t>
      </w:r>
      <w:r w:rsidR="0023186B" w:rsidRPr="007326B9">
        <w:rPr>
          <w:b/>
          <w:lang w:val="bg-BG"/>
        </w:rPr>
        <w:t>г.</w:t>
      </w:r>
      <w:r w:rsidR="006727E9" w:rsidRPr="007326B9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5CA09946" w14:textId="203B1597" w:rsidR="00CF6799" w:rsidRDefault="00CF6799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42F718B4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CA4336">
        <w:rPr>
          <w:b/>
          <w:sz w:val="26"/>
          <w:szCs w:val="26"/>
          <w:lang w:val="bg-BG"/>
        </w:rPr>
        <w:t>3164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181020D3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CA4336">
        <w:rPr>
          <w:b/>
          <w:lang w:val="bg-BG"/>
        </w:rPr>
        <w:t>Комщица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CA4336">
        <w:rPr>
          <w:b/>
          <w:lang w:val="bg-BG"/>
        </w:rPr>
        <w:t>38186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DD53B3" w:rsidRPr="005446F8" w14:paraId="3F5807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17AE54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15E30EF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42C0F8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0006AB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1AE313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144.97</w:t>
            </w:r>
          </w:p>
        </w:tc>
      </w:tr>
      <w:tr w:rsidR="00DD53B3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145CE5C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4AE7F7A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4014C5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DFB3D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5C96CD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348490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783216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C0405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2142563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08F2EA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6A0BCB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0AE1D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6C34CD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562533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61788E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68FAF9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7F54C4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71FED8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456CA9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5F907F3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03228D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58BB7B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2B7DAC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0F4BA92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64A5572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24B46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5DAB48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E4486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360D0A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2D6029D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5D326C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726E09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F31E3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20678A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2928E1B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026371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3C106BC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5D04A47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16273A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60A637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16B609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612655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79F8904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4FC4E9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502EC86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2DCC23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0B6ED2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59293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5328AD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5A9FCB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5498A8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4B025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3F42E2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03E8EE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1A0C52D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65D34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2B4B49D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1A257D7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451A39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75698B0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6D0678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2C5C2A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66CF7BD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40CF36A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</w:tr>
      <w:tr w:rsidR="00DD53B3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6870AA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454687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3DBA3E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2D0ADA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5165D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4AC67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147EE3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62D9B2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54A2DD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071681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056009B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506158B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419651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3ECB460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5B3D84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0F8ACF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7768EE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174B8B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482D2C9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0813BE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86F9A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546F86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332F1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35B531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6C99F60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6980A9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07F4C6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5479E0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667DB80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7EB7A68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29A374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62967D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424B9D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69D4E6C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27A6E9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538549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378063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4460253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494EAD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6382ECB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6A6DF60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19.310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1785182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5.814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67FB87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168.60</w:t>
            </w:r>
          </w:p>
        </w:tc>
      </w:tr>
      <w:tr w:rsidR="00DD53B3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379586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7E627E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239D097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5A81D1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0E56CF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0EF10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E1BF0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414B6A2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05355A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6ACB86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1D03F7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312CD6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3C5202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4F6DA4A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3C372B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lastRenderedPageBreak/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2B87A6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0DFD89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52956AB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B775D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C70B90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1A2C51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492C7D3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4ACBCB4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0741E3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05BA7E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4C90D7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63A1ADA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504E37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5E9AB4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7007891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6C222D1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7629869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FAEFD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A3EA0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321CBB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1361423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153531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34AF9A8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10EC5C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6710F74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48F481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4FC8EA7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69D6B5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6CEB04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0F0F65D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06B705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16F52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52249B8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5CC1D6E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135EE6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3ACF53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3EBB3B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C4DC5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76F83D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0BAFEBD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2FEAC7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5D04E3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1FA24B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303115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5FDEC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9AFBD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263CC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6611F7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5A4F33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2B6FC4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9DBC0E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63F273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6FD06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7CA4D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7E8559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5CD02A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390433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71259C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4AFF62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4266A3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68EEA1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63B727A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32775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61A1F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1654B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047A286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5D6C203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181C34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0D0D281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353BC4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4DACA5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242580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4CC692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78F8BEA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79B6932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6C396AC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5D01E4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36A46D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5085C3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71C26C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AC8348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7D92E4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0756A4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61028E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6CD922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20FB899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21FA53B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1B69FBF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4BF3982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5B2017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458A14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653BE3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279DA12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79396B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2ADAAF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2285F4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08066B4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65FC63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521AB7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616DF3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794F46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714731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533A99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0A1273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00D51D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0AD3FF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01F065D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7E80CD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1A6840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07E294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3DC9F5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2E6412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503987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4A13AC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6FD0AC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336B9C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DD53B3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426E81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2463B3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1FEB173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18E746C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7B93A61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A57EA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49C9D7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5F5C48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5388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5FC1F8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8B154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7260AB8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01A0F4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16C204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2C4022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01241E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1E60C2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32B32A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33733D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671CE5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5A970A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6F6A0D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5282EA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</w:tr>
      <w:tr w:rsidR="00DD53B3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036982C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01CA61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4BFD3D9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4D3023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4AD449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</w:tr>
      <w:tr w:rsidR="00DD53B3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4D0F0E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5B70F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6AECFD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20CBD7F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472918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0EAE92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5A4432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05497E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282569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1B6C63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63890A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6F756B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06A233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17A831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2A7B2DE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05C885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67B0D42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68000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529CE4B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67FE11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18FBB6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0B8635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0847C3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701D56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4E8C1C0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36B893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61F535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71AB4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7682D8D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0874270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3F9D16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7C4008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14C684A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1EDBE9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75AA6B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25FAAD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30604C3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38354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56C9B72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1CE58C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2D4096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21D052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4FF9655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45ED7A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41827C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693F6E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2DB0C1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70FA174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455B78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6121F6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6F0A2E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DD53B3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74A88B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010BC4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61307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2F948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3B8618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226B16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013BCB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DD53B3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6DF2F3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1C6169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602297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2A1A34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03AA7C1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00DEF0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05ED6F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4A5860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3B7170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09F51A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1B1383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569A0E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6F18431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10D26D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73B024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5CADC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049290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5AD4DE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476CD3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350BB3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1CE190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1469E7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D38ED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1490AC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05687D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3DD7EB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1F730C2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1BA729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76F9EAA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697F19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922C9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34D8B8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6CAB76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08E9818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011A7E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707F03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53B2F9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9.04</w:t>
            </w:r>
          </w:p>
        </w:tc>
      </w:tr>
      <w:tr w:rsidR="00DD53B3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1411592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78970B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559C87F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119E99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B14F6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D6F1F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242E408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0A227F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6873B6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3A2C6DF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558287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605D1D9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2631D2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451087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0B96ED4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3818F0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2FC735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086126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121A3A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1347CF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44FB2C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72EE072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3095F5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03F4692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5271E2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7605FF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5F2D52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68C018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2C7CD99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4CB328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101EEF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0DC8FCA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7290DAC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3A25A47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6527FF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7C79BB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512233A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28256FA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3F3850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6E62DC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61B32B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</w:tr>
      <w:tr w:rsidR="00DD53B3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31A7A5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0789656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3D050E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06022B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747A3C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4D672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2EF459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1C4099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755CD9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061F77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0049EF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41E51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680FE0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2F804CD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2F7631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6458F56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43CC25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09CFFC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0B241E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03B0E0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33AC9C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FF7AD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7E5503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5A793B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16AF34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5BB76D1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26E11EB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25651D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332A172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70C761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2BECA5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30A594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5B3F60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296A97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793CCD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2CB0329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7E910A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A1600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F1A2B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3E1ECF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1D3B1D4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7FDE88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1725A0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1983CC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2C6C4C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79FE50B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704317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58D801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1B893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50ECD8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704855B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57804E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768E989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293D23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2996CD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194DE2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5BF359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21BB1D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226B06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7ED2B1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73E9B03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3.370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671B14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97.72</w:t>
            </w:r>
          </w:p>
        </w:tc>
      </w:tr>
      <w:tr w:rsidR="00DD53B3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14E905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4A8612C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148AB3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280DA9D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2F38F27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36BAD8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39064C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41A5B7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18EAED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48D470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F5206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0D8A63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1126B8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157F34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4C195D3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0419B81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69B6F0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2A2E173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453E41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005FAF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lastRenderedPageBreak/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71D922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320648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362104E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511EE2D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20B4BF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0EE5CB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2BC6CD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04C71D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65C32A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0B4C59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5F4C61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9E91E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1B7B07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0B0BA0D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582724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70B83F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676B9B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0D2D07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5F4FA2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3DD2E9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263E56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408416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26671CC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5CC8CD8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6F1B8E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22DC0E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1E815A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6379017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343B0C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5854A5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426DF3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0F12FD6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669099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54582D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D38E4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317DAB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4625C1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55DDE63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3CD6DD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1A0B80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464693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B32CE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604CBE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1C9065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6A8821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036739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2A1F1D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5799EF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1AF27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153EB4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06AAF65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67B9F1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6370B4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75C1BA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241E7F2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40FFC8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2FC00E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75FEA1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83A21D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266ABF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B938B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4476BE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1A7087B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6A1434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24379FF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0500526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7866B9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7EAFD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2D0DAB1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2A871E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7823DB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956F1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006A6DC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0E0210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004115D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5BEE9AD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273C47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3B0E1B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694FF24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6BB673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516964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535403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591D951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314A9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4942CF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C70AA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5EED17E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48BBBC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65287B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5D18E6D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1F5C30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2EC158C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4A7722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576DDE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2CEB1AF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527561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0D25268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7C19E15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07E736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4C23A43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</w:tr>
      <w:tr w:rsidR="00DD53B3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0E5EF3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6BA1C7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3878E2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108D62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0BA383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033B0E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37ED1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1B174E9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682E02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481133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56DF04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11A0F1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3CFEAF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5053E1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44B04FD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3AF40A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A087C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63449B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3F3D11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24E1DFA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084D401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</w:tr>
      <w:tr w:rsidR="00DD53B3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16A07D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260D04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5C6EF2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2769820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15AF09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9.04</w:t>
            </w:r>
          </w:p>
        </w:tc>
      </w:tr>
      <w:tr w:rsidR="00DD53B3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7708CF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27FCBB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25BCC43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55BF722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2C8B20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707082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2746A9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5CE7C44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4262031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451CF8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03873E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766AD02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372D93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3FAEFD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1264CA3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7AC0FC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589277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05FCA8C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48E3B0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6200F3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5997787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B58B1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22F637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5AAE30D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6794EDB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</w:tr>
      <w:tr w:rsidR="00DD53B3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576F78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6A730C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5AB958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139487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717A249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2F47D3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442DCD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2C31B6F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0A45DB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5097E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48560B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</w:tr>
      <w:tr w:rsidR="00DD53B3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280343E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2051B79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79FBC8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4B4147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047706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0E5240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4D1A8A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22603B6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60D308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1AFBDC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4B56F9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2EEC53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128FBA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629EB9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7E3B7A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4ACF22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076B7C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75C45A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54A5C0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68A31D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419688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46ECC3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0424C6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11D70B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77F50D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2047A7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68EE7D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01EF5CC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56C808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530682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3BCE49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73E207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</w:tr>
      <w:tr w:rsidR="00DD53B3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4153E2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4A15EA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45CCF9B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63945B4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4D7DF04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7376E26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32D9504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55E8B3B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5B4449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35.02</w:t>
            </w:r>
          </w:p>
        </w:tc>
      </w:tr>
      <w:tr w:rsidR="00DD53B3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65C881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580A821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262EA8E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671308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13B399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6E3F76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6972A5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6028BB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15BD7D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217D2B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59EFF6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65C81A6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48AA7B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4F4339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60FF9FA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499DCB2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4588459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17E21C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586C3D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4B76CF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DD53B3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2812192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595C81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4CDE27A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01A3676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438C33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56CA916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67E1A6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74C327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7DC0B3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64AEF4B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26EE23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177DA8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254D09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261240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18DEB4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32B2EF0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1587A5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0FF331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7FCA84D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</w:tr>
      <w:tr w:rsidR="00DD53B3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175770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1094ADF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32E36D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59F134C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158232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3ED43B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6F075C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086EAE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192D35E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</w:tr>
      <w:tr w:rsidR="00DD53B3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767A48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4C38243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20D2C7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5142DB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191562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305071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54C1F7E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0CFD5B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6EA5CC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69A172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71B85B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48AA10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3F56FD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0750AEE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3D53723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0BB0D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275631A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7D6503F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4551AA0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68F5C1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370DA4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215B11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3DBE8E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5265B5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22E468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2F915D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458BFD0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3AD983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A5C1D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76B6A2E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579553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16B194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3594BF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269487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2B2A71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1656032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7CC2FA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5F0E27F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3D1F74F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7AD6D9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1F6234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1594471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747796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2AE2A8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54621E8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7FF2E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0AB25F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C24CB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5338F41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4AF9A7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6694C3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7426FA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1674AC2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14FC9F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3A79CAA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6D5F96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20D5F8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77BC68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07222F9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4587DD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085366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02A300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526B11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670553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1D86E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425173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49DB44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7BE449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7FE38C4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5788AF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</w:tr>
      <w:tr w:rsidR="00DD53B3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1D4926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4300EE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15C9AA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74A24E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654DC3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72C75D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1E7468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11B40B2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431D4E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227F6F6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53FFAA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5653DBD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6A24A3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1AAE2A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</w:tr>
      <w:tr w:rsidR="00DD53B3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269F52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492223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3DB435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4580D3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30.866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7A2ED61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71D949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37D2EBB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31A93C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448B410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54A936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2D4974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232.386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7E4268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6162B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20.296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4B81D58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588.57</w:t>
            </w:r>
          </w:p>
        </w:tc>
      </w:tr>
      <w:tr w:rsidR="00DD53B3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4EE960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6A2BD58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7A7111B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0081464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2EAA7C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5D721F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7E2C8D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113.03</w:t>
            </w:r>
          </w:p>
        </w:tc>
      </w:tr>
      <w:tr w:rsidR="00DD53B3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0E39D5C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5BCBFF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3C1980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39647C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5F12DD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71C51B8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31BDD2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5A49E48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4AD2E5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59C3E2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630BE1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5FD15A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7D7A54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5903411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6CE5BA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442C8B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7BFA6E0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515B4F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370380B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1C6CA3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43.50</w:t>
            </w:r>
          </w:p>
        </w:tc>
      </w:tr>
      <w:tr w:rsidR="00DD53B3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0EBE9F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4208D4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67BB07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0D19D1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35F6CF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6EEDDA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2D8553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32776B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2A5FEE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3D4181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1520516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156FF6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0348A8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591B31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13E0C7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315BBB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273925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5664DE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76CB59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</w:tr>
      <w:tr w:rsidR="00DD53B3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723218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06E728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6D08003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66FD5D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222B021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53EC0F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0429D5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21074C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3002CA4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761684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58D5798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49950A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4077A8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2006D0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10A546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2F9551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0E77030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06BC96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0BDF42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0F0013A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10FF2C5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2855A9D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7960EC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</w:tr>
      <w:tr w:rsidR="00DD53B3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166862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3D86DCA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79CBA82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14FF47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2C20293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3FB55F9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4AB93F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206B7C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5682B7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6FCCF6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25234F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56BE6D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</w:tr>
      <w:tr w:rsidR="00DD53B3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627D79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02984A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27624A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00E086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409D02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20.05</w:t>
            </w:r>
          </w:p>
        </w:tc>
      </w:tr>
      <w:tr w:rsidR="00DD53B3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6277E6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2CE18DF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640F63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3D79E5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0853F42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17CAD90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7643ADE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59503D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5BF5DA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01C1013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64586C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</w:tr>
      <w:tr w:rsidR="00DD53B3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2F3EBCB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14DA3F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13B854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219D40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3AD299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25EE1CC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4C5CF9F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28C0B6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041FC5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51E5CB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77C386F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220DF7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2F426AF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231D60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39087C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15948B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7EB2FA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3342BA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</w:tr>
      <w:tr w:rsidR="00DD53B3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21FBB0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4FAC337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1C3E5A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1F2F5C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7700FE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7C40A8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579317D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4107433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90389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67057FC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6E7704F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4EAB5FB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1F83C0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1C7070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208EB1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1D4001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3B8505A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7935AB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1AFABE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03043A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47AE41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1A1F8E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206796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4108ED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0E8D49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5D4D98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72AB29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4E3F6F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07471D6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04F078D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18599C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40C3F8B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392A1A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4BCEB5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184C8D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367742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1F4BDC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3C559C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3B6170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242F73E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416CDD2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55AF4E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59A2CD6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4B7F46C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6CCC22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6E50B3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291210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04FF02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16A64D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0972DD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34FD29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6F28D2A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0C26A3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415EBD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76B702C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05FA84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26FAFE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6AAB36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454851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027325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166BF7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017CB0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73B854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12CD94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47040B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lastRenderedPageBreak/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013832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6407EEB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1F5CE8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4A56004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69.57</w:t>
            </w:r>
          </w:p>
        </w:tc>
      </w:tr>
      <w:tr w:rsidR="00DD53B3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60553A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40AC35A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299359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14D3E9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2B2088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0724D5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236C271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20B894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642989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7FCC0E5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71CDD0B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289FE25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18BBE4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7B4360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</w:tr>
      <w:tr w:rsidR="00DD53B3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62E799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6A0660C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11BB22D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53351B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5785089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5E03EC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542301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377585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32835B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745563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0AC474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4384A8D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0AA0525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23E105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2DC6BE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3C8BFD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6179CD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18D709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3B4E16A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2EC449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0D55C7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0C95648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5A3E32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1F20B5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44EB09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42E81C3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315C74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624CA4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07E414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53F73F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4F5D05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3E9F360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7CE872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7C8AD3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74E20D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1F29122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340FE7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0966491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243B13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05A9D4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5F429D6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199CABC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2A765F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1A27C3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37.70</w:t>
            </w:r>
          </w:p>
        </w:tc>
      </w:tr>
      <w:tr w:rsidR="00DD53B3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028944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670FAE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5FACD9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0533F0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55BB642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3109883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59230F2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349DD7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267399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3BD814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6BA2688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50916A3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75A3E7F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2C05D1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765564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5986618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5382BC8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74B80A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44F68B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414C2B4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2225E04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221992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1517ED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2FE23B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63DCFC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4A23A2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54215C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1EDA75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3DD6D3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4EBFA89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0DE2BE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2DCC338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7584475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6EB232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455838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647CDD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626813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621F36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2537E41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6C35B6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639D66B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2879DCB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79F7513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4C33CA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23B0AE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6615EDD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725321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7A42ED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74A172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13613B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398DE39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00E057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70BB1E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5586CDA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2F8D9E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670DF0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329426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5435E4B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2E1AC6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1CD4FB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31BE3B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69EFDD4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320890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0D95044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</w:tr>
      <w:tr w:rsidR="00DD53B3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28D239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23EE89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1127B87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3BDB55D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64BF98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460910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4B0CD30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6877DE1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598FBD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7A6394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59536D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7B271F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11E78D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74F90F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708D77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7E3DC3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2286510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15E032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5504A6E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2E8300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72CA08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4BBED7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33EAE86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5D201C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5D067E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7356F3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69DB78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23BC9B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159FF28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06A8C3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5F52CDA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1CE6DA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34281F6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02497DA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65B6016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60EFAC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58660AD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5DBBBE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0675885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DD53B3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65FCC9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2DDB4B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50F72AD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35329B1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711FE8F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FDB74E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5A9B38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7174DB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2B1AAF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39D00B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7D4C81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7B1875A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14.04</w:t>
            </w:r>
          </w:p>
        </w:tc>
      </w:tr>
      <w:tr w:rsidR="00DD53B3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7465BE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7E42E3A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6724100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6D87A35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499D2F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093ECF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789BBA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079280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1A4A09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255EC8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402BF2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5CFB01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04AF87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599D5A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711563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5C96D0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20CCCF0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6C3007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5A5D6D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195484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615F1FD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09941B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461D021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6F0FA43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11F61F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73.517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2A2CDE2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17.574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1653F42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509.64</w:t>
            </w:r>
          </w:p>
        </w:tc>
      </w:tr>
      <w:tr w:rsidR="00DD53B3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2DCA88E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4DF2249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5D726A3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096133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5B9C60E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11072E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538ADB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70FA8F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576E82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458AB7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75AA60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0D2124E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0A056C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243A764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71D92A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334942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1C7863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55BA642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4A846F9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514E78F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517B45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01376F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46C2C3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38DDF4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1086E7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1BA127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6BCC673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3602486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10A17B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1DF997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0B465D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06F106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64CC269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4A4C1B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258C41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10AA5D6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72CE4C4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6F501B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2BFCA1F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7A445EF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486232D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6F3DC4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2F97A3E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6777CC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79DEE77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0A9BD2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1941C1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08AE13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7762225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0ACC04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4FE6B1A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603AF3B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50A3AF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329D52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587C57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3533F6D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2590D5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406A72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4EB6AC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510B5A7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3B99629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0668F86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736E1D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0E1269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040E59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358540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5402CB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</w:tr>
      <w:tr w:rsidR="00DD53B3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0A3D7C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73DA16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109CC30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68F2975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067E3F0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2DBEA9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485631B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3DA3EB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КАМЕНКА СЛАВЕЙКОВА ХРИСТОВА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54A0785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2B36578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5EC7FA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6949411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119056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25DFB0D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38D87C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523FCE9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6423D85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10.385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216246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4E2FCF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0.429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1B388DC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12.43</w:t>
            </w:r>
          </w:p>
        </w:tc>
      </w:tr>
      <w:tr w:rsidR="00DD53B3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63A33C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МИХАИЛ БОРИСЛАВОВ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08425EE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753FFB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329A2B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61AACE2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3383C86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47B2DA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5F8845B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МИХАИЛ БОРИСЛАВОВ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09E70D8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6E216F0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774D5E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7FFE55D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5B3037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63DF68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56.79</w:t>
            </w:r>
          </w:p>
        </w:tc>
      </w:tr>
      <w:tr w:rsidR="00DD53B3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0CB7EC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МИХАИЛ БОРИСЛАВОВ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06EC951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3D1FD7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098C4B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3.757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6647B02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108.95</w:t>
            </w:r>
          </w:p>
        </w:tc>
      </w:tr>
      <w:tr w:rsidR="00DD53B3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673CE76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1D1CA47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26877A6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8.447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25FAAF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367046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5.715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0C54DC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165.73</w:t>
            </w:r>
          </w:p>
        </w:tc>
      </w:tr>
      <w:tr w:rsidR="00DD53B3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2EA5938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2119A3D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6FAE79D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1385230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766F7E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68328D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7703CF3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759E33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5120879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67FFBE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593433C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42B39F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7FF9F6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335FEA7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01B2D0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53A145C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6675E36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5455464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43F71A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79CF981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2C0A6D1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2708EB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7996EDD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7FC3120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548B518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1C48BBA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2D54CC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29238C1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53C167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3DABA4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</w:tr>
      <w:tr w:rsidR="00DD53B3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7CD127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7EDF4B0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574F74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1E33B0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4071527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494393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B2DDB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3FF3E7B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0B0DFB2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3269CC0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1FC625B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0FA144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38CBFCB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04AAEBE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2C27995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07C492A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3E9225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40E8D0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063345F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78103C5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21E7E27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57E802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7AA226E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39BC12E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7F2E53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2F37F4B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430A1B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0C5C112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2B1CD6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10B35D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4C15109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5F2A6EC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79E9E1F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1C8FFB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5AC0C2E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300147B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3C2A369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3A7D0E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</w:tr>
      <w:tr w:rsidR="00DD53B3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6A99A84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23DADBD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6ED08F3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486892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1E303AE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3B5025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0CC435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DD53B3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5E50BC2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5A4F3D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2CFEB67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42AB0D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4BC0573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68F64BA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5F69628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37320DF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164F93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05ECBB5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65DB79B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2FD9CA3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512F33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1AE477C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49D2E6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5A33E4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554BDB9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7DD4519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3AF00F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26887E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5D69D9C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40D57D7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1982053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1C55900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329F178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593C137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70C32A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0A3B7C2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2717DC3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4D62C7C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779294C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49D7D1A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5968B6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21294CC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4873483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09A5F1E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3E3DB3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</w:tr>
      <w:tr w:rsidR="00DD53B3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601A84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7458B7D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0A90F76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766F73C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3FCCFBD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64EEFF8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534A501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2CBA22F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7BDD21A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1C83BC0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1DE606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6D6099B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2DF52B1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3182DAB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DD53B3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040D4B4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0D0E213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721BF6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35DE5B5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2E62EA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23DC5E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580FB55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6DABB38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49E8807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24D992F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041B42A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6F13FAD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6C8BFDF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086EEA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75603F7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519B25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4808FC4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1BC3444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DD53B3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2D20184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434F977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5F724A8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3EA213E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7F6B7C5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1811D6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7F3464F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7E789A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C5EE" w14:textId="6AE17BB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D9C" w14:textId="675452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7725" w14:textId="28DADC7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5" w14:textId="6F495F0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A4F4" w14:textId="322A24D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42D" w14:textId="26A5654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FC87" w14:textId="698B78C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3F61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B69" w14:textId="6CCEA105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E28" w14:textId="2195D249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DD8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BDDE" w14:textId="4E04402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13.731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C28B" w14:textId="38D013D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09D" w14:textId="141E752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3.686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2A3C" w14:textId="6F80661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106.90</w:t>
            </w:r>
          </w:p>
        </w:tc>
      </w:tr>
      <w:tr w:rsidR="00DD53B3" w:rsidRPr="005446F8" w14:paraId="22468E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044" w14:textId="2BD8E71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9CB" w14:textId="3B26C88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7" w14:textId="59E8CFF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601B" w14:textId="537E410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9.327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64A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D7C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7EA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5D842E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FE95" w14:textId="2D9128F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4F5D" w14:textId="34DC945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91F1" w14:textId="0D34CCC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A2F6" w14:textId="3DA137C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474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78A" w14:textId="5277BAEF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7D92" w14:textId="65A3A82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4771D8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AE4E" w14:textId="6CE59153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BE3A" w14:textId="3E051AA8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9362" w14:textId="64DC827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80C" w14:textId="7A85C420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FF36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ED7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1F19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0FB00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4418" w14:textId="78C208F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НЕЛИ ДИМИТРОВА НИКОЛАЕВА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1FB" w14:textId="46DEE9FC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E5C" w14:textId="70C344E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A01" w14:textId="0E385D3E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C880" w14:textId="3484821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BB3" w14:textId="22F1E25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2A85" w14:textId="7D0E26C2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53B3" w:rsidRPr="005446F8" w14:paraId="32670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A71" w14:textId="235DD3E4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B8" w14:textId="5A941F8A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7AA0" w14:textId="7BF75566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0B5D" w14:textId="6196866D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13.075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451" w14:textId="77777777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F9F" w14:textId="66AFF111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972" w14:textId="06C0017B" w:rsidR="00DD53B3" w:rsidRPr="005446F8" w:rsidRDefault="00DD53B3" w:rsidP="00DD53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C5BE3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304C9" w:rsidRPr="005446F8" w14:paraId="218A66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6E3" w14:textId="4F70C0F6" w:rsidR="00F304C9" w:rsidRPr="00DD53B3" w:rsidRDefault="00F304C9" w:rsidP="00F304C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DD53B3">
              <w:rPr>
                <w:rFonts w:ascii="Arial" w:hAnsi="Arial" w:cs="Arial"/>
                <w:b/>
                <w:sz w:val="20"/>
                <w:szCs w:val="20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F68A" w14:textId="6DD9006A" w:rsidR="00F304C9" w:rsidRPr="005446F8" w:rsidRDefault="00F304C9" w:rsidP="00F304C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B7F8" w14:textId="77777777" w:rsidR="00F304C9" w:rsidRPr="005446F8" w:rsidRDefault="00F304C9" w:rsidP="00F304C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28A" w14:textId="1EAEB9CB" w:rsidR="00F304C9" w:rsidRPr="00F304C9" w:rsidRDefault="00F304C9" w:rsidP="00F304C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04C9">
              <w:rPr>
                <w:b/>
              </w:rPr>
              <w:t>370.851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07E6" w14:textId="15B8CE8F" w:rsidR="00F304C9" w:rsidRPr="00F304C9" w:rsidRDefault="00F304C9" w:rsidP="00F304C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C23" w14:textId="301A57D2" w:rsidR="00F304C9" w:rsidRPr="00F304C9" w:rsidRDefault="00F304C9" w:rsidP="00F304C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04C9">
              <w:rPr>
                <w:b/>
              </w:rPr>
              <w:t>53.514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1C6E" w14:textId="7DA7DA2B" w:rsidR="00F304C9" w:rsidRPr="00F304C9" w:rsidRDefault="00F304C9" w:rsidP="00F304C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304C9">
              <w:rPr>
                <w:b/>
              </w:rPr>
              <w:t>1551.87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lastRenderedPageBreak/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4837F5AA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DD53B3">
        <w:rPr>
          <w:lang w:val="bg-BG"/>
        </w:rPr>
        <w:t>Комщица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08FB8D87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7326B9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6BD71B44" w:rsidR="002213A1" w:rsidRDefault="002213A1" w:rsidP="002213A1">
      <w:pPr>
        <w:jc w:val="both"/>
        <w:rPr>
          <w:lang w:val="bg-BG"/>
        </w:rPr>
      </w:pPr>
    </w:p>
    <w:p w14:paraId="363DFEB5" w14:textId="652B85F8" w:rsidR="007326B9" w:rsidRPr="002419A2" w:rsidRDefault="002419A2" w:rsidP="002213A1">
      <w:pPr>
        <w:jc w:val="both"/>
        <w:rPr>
          <w:b/>
          <w:lang w:val="bg-BG"/>
        </w:rPr>
      </w:pPr>
      <w:r>
        <w:rPr>
          <w:lang w:val="bg-BG"/>
        </w:rPr>
        <w:t xml:space="preserve">                </w:t>
      </w:r>
      <w:bookmarkStart w:id="6" w:name="_GoBack"/>
      <w:r w:rsidRPr="002419A2">
        <w:rPr>
          <w:b/>
          <w:lang w:val="bg-BG"/>
        </w:rPr>
        <w:t xml:space="preserve">/П/ </w:t>
      </w:r>
    </w:p>
    <w:bookmarkEnd w:id="6"/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p w14:paraId="12F0E1B0" w14:textId="77777777" w:rsidR="002213A1" w:rsidRPr="00CE78CA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BF9D6" w14:textId="77777777" w:rsidR="00055709" w:rsidRDefault="00055709">
      <w:r>
        <w:separator/>
      </w:r>
    </w:p>
  </w:endnote>
  <w:endnote w:type="continuationSeparator" w:id="0">
    <w:p w14:paraId="1F5DE6B5" w14:textId="77777777" w:rsidR="00055709" w:rsidRDefault="0005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DD53B3" w:rsidRDefault="00DD53B3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DD53B3" w:rsidRDefault="00DD53B3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534FD28D" w:rsidR="00DD53B3" w:rsidRDefault="00DD53B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9A2">
          <w:rPr>
            <w:noProof/>
          </w:rPr>
          <w:t>6</w:t>
        </w:r>
        <w:r>
          <w:rPr>
            <w:noProof/>
          </w:rPr>
          <w:fldChar w:fldCharType="end"/>
        </w:r>
        <w:r w:rsidR="00F304C9">
          <w:rPr>
            <w:noProof/>
            <w:lang w:val="bg-BG"/>
          </w:rPr>
          <w:t>/7</w:t>
        </w:r>
      </w:p>
    </w:sdtContent>
  </w:sdt>
  <w:p w14:paraId="0DF700C8" w14:textId="77777777" w:rsidR="00DD53B3" w:rsidRPr="00835BBA" w:rsidRDefault="00DD53B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FBED" w14:textId="77777777" w:rsidR="00055709" w:rsidRDefault="00055709">
      <w:r>
        <w:separator/>
      </w:r>
    </w:p>
  </w:footnote>
  <w:footnote w:type="continuationSeparator" w:id="0">
    <w:p w14:paraId="2E0F10A1" w14:textId="77777777" w:rsidR="00055709" w:rsidRDefault="0005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DD53B3" w:rsidRPr="005B69F7" w:rsidRDefault="00DD53B3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DD53B3" w:rsidRPr="005B69F7" w:rsidRDefault="00DD53B3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DD53B3" w:rsidRPr="0023186B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DD53B3" w:rsidRPr="00983B22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DD53B3" w:rsidRPr="00983B22" w:rsidRDefault="00DD53B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55709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19A2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C4153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26B9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96C0B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D3D5-4332-4346-8A79-E07BED05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54</TotalTime>
  <Pages>7</Pages>
  <Words>2105</Words>
  <Characters>12001</Characters>
  <Application>Microsoft Office Word</Application>
  <DocSecurity>0</DocSecurity>
  <Lines>100</Lines>
  <Paragraphs>28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17</cp:revision>
  <cp:lastPrinted>2022-09-28T07:53:00Z</cp:lastPrinted>
  <dcterms:created xsi:type="dcterms:W3CDTF">2022-09-26T08:20:00Z</dcterms:created>
  <dcterms:modified xsi:type="dcterms:W3CDTF">2022-09-28T07:54:00Z</dcterms:modified>
</cp:coreProperties>
</file>